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b/>
        </w:rPr>
        <w:tag w:val="oznaceniDokumentu"/>
        <w:id w:val="-1578812355"/>
        <w:placeholder>
          <w:docPart w:val="6048FDE9D62A4B13A66CE51263D4196A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281214" w:rsidRDefault="00281214" w:rsidP="00281214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5F003B" w:rsidRPr="00DF49B8" w:rsidRDefault="008233E5" w:rsidP="00F6091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usnesení"/>
            </w:textInput>
          </w:ffData>
        </w:fldChar>
      </w:r>
      <w:r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>
        <w:rPr>
          <w:rFonts w:ascii="Arial" w:hAnsi="Arial" w:cs="Arial"/>
          <w:b/>
          <w:bCs/>
          <w:sz w:val="24"/>
          <w:szCs w:val="22"/>
        </w:rPr>
      </w:r>
      <w:r>
        <w:rPr>
          <w:rFonts w:ascii="Arial" w:hAnsi="Arial" w:cs="Arial"/>
          <w:b/>
          <w:bCs/>
          <w:sz w:val="24"/>
          <w:szCs w:val="22"/>
        </w:rPr>
        <w:fldChar w:fldCharType="separate"/>
      </w:r>
      <w:r w:rsidR="00FC7B03" w:rsidRPr="00FC7B03">
        <w:rPr>
          <w:rFonts w:ascii="Arial" w:hAnsi="Arial" w:cs="Arial"/>
          <w:b/>
          <w:bCs/>
          <w:noProof/>
          <w:sz w:val="24"/>
          <w:szCs w:val="22"/>
        </w:rPr>
        <w:t xml:space="preserve">k návrhu programu </w:t>
      </w:r>
      <w:r w:rsidR="00E92E47" w:rsidRPr="00E92E47">
        <w:rPr>
          <w:rFonts w:ascii="Arial" w:hAnsi="Arial" w:cs="Arial"/>
          <w:b/>
          <w:bCs/>
          <w:noProof/>
          <w:sz w:val="24"/>
          <w:szCs w:val="22"/>
        </w:rPr>
        <w:t>výzkumu, vývoje a inovací The Country for the Future</w:t>
      </w:r>
      <w:r>
        <w:rPr>
          <w:rFonts w:ascii="Arial" w:hAnsi="Arial" w:cs="Arial"/>
          <w:b/>
          <w:bCs/>
          <w:sz w:val="24"/>
          <w:szCs w:val="22"/>
        </w:rPr>
        <w:fldChar w:fldCharType="end"/>
      </w:r>
    </w:p>
    <w:p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557A04">
        <w:rPr>
          <w:rFonts w:ascii="Arial" w:hAnsi="Arial" w:cs="Arial"/>
          <w:b/>
          <w:sz w:val="22"/>
          <w:szCs w:val="22"/>
        </w:rPr>
      </w:r>
      <w:r w:rsidR="00557A04"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1" w:name="Text10"/>
      <w:r>
        <w:rPr>
          <w:rFonts w:ascii="Arial" w:hAnsi="Arial" w:cs="Arial"/>
          <w:b/>
          <w:sz w:val="22"/>
          <w:szCs w:val="22"/>
        </w:rPr>
        <w:tab/>
      </w:r>
      <w:bookmarkEnd w:id="1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557A04">
        <w:rPr>
          <w:rStyle w:val="StylIChar0"/>
          <w:b/>
        </w:rPr>
      </w:r>
      <w:r w:rsidR="00557A04">
        <w:rPr>
          <w:rStyle w:val="StylIChar0"/>
          <w:b/>
        </w:rPr>
        <w:fldChar w:fldCharType="separate"/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8233E5"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33E5" w:rsidRPr="008233E5">
        <w:rPr>
          <w:rStyle w:val="StylIChar0"/>
        </w:rPr>
        <w:instrText xml:space="preserve"> FORMTEXT </w:instrText>
      </w:r>
      <w:r w:rsidR="008233E5" w:rsidRPr="008233E5">
        <w:rPr>
          <w:rStyle w:val="StylIChar0"/>
        </w:rPr>
      </w:r>
      <w:r w:rsidR="008233E5" w:rsidRPr="008233E5">
        <w:rPr>
          <w:rStyle w:val="StylIChar0"/>
        </w:rPr>
        <w:fldChar w:fldCharType="separate"/>
      </w:r>
      <w:r w:rsidR="00FC7B03" w:rsidRPr="00FC7B03">
        <w:rPr>
          <w:rStyle w:val="StylIChar0"/>
        </w:rPr>
        <w:t>n</w:t>
      </w:r>
      <w:r w:rsidR="00E92E47" w:rsidRPr="00E92E47">
        <w:rPr>
          <w:rStyle w:val="StylIChar0"/>
        </w:rPr>
        <w:t xml:space="preserve">ávrh programu výzkumu, vývoje a inovací </w:t>
      </w:r>
      <w:proofErr w:type="spellStart"/>
      <w:r w:rsidR="00E92E47" w:rsidRPr="00E92E47">
        <w:rPr>
          <w:rStyle w:val="StylIChar0"/>
        </w:rPr>
        <w:t>The</w:t>
      </w:r>
      <w:proofErr w:type="spellEnd"/>
      <w:r w:rsidR="00E92E47" w:rsidRPr="00E92E47">
        <w:rPr>
          <w:rStyle w:val="StylIChar0"/>
        </w:rPr>
        <w:t xml:space="preserve"> Country </w:t>
      </w:r>
      <w:proofErr w:type="spellStart"/>
      <w:r w:rsidR="00E92E47" w:rsidRPr="00E92E47">
        <w:rPr>
          <w:rStyle w:val="StylIChar0"/>
        </w:rPr>
        <w:t>for</w:t>
      </w:r>
      <w:proofErr w:type="spellEnd"/>
      <w:r w:rsidR="00E92E47" w:rsidRPr="00E92E47">
        <w:rPr>
          <w:rStyle w:val="StylIChar0"/>
        </w:rPr>
        <w:t xml:space="preserve"> </w:t>
      </w:r>
      <w:proofErr w:type="spellStart"/>
      <w:r w:rsidR="00E92E47" w:rsidRPr="00E92E47">
        <w:rPr>
          <w:rStyle w:val="StylIChar0"/>
        </w:rPr>
        <w:t>the</w:t>
      </w:r>
      <w:proofErr w:type="spellEnd"/>
      <w:r w:rsidR="00E92E47" w:rsidRPr="00E92E47">
        <w:rPr>
          <w:rStyle w:val="StylIChar0"/>
        </w:rPr>
        <w:t xml:space="preserve"> </w:t>
      </w:r>
      <w:proofErr w:type="spellStart"/>
      <w:r w:rsidR="00E92E47" w:rsidRPr="00E92E47">
        <w:rPr>
          <w:rStyle w:val="StylIChar0"/>
        </w:rPr>
        <w:t>Future</w:t>
      </w:r>
      <w:proofErr w:type="spellEnd"/>
      <w:r w:rsidR="00E92E47">
        <w:rPr>
          <w:rStyle w:val="StylIChar0"/>
        </w:rPr>
        <w:t xml:space="preserve"> </w:t>
      </w:r>
      <w:r w:rsidR="00FC7B03" w:rsidRPr="00FC7B03">
        <w:rPr>
          <w:rStyle w:val="StylIChar0"/>
        </w:rPr>
        <w:t>obsažený v části III. tohoto materiálu</w:t>
      </w:r>
      <w:r w:rsidR="00986C75">
        <w:rPr>
          <w:rStyle w:val="StylIChar0"/>
        </w:rPr>
        <w:t xml:space="preserve"> </w:t>
      </w:r>
      <w:r w:rsidR="00E92E47" w:rsidRPr="00E92E47">
        <w:rPr>
          <w:rStyle w:val="StylIChar0"/>
        </w:rPr>
        <w:t>(dále jen „Program“)</w:t>
      </w:r>
      <w:r w:rsidR="00FC7B03" w:rsidRPr="00FC7B03">
        <w:rPr>
          <w:rStyle w:val="StylIChar0"/>
        </w:rPr>
        <w:t>.</w:t>
      </w:r>
      <w:r w:rsidR="008233E5" w:rsidRPr="008233E5">
        <w:rPr>
          <w:rStyle w:val="StylIChar0"/>
        </w:rPr>
        <w:fldChar w:fldCharType="end"/>
      </w:r>
    </w:p>
    <w:p w:rsidR="00CE68E3" w:rsidRDefault="00FC7B03" w:rsidP="00CE68E3">
      <w:pPr>
        <w:spacing w:after="240"/>
        <w:ind w:left="709" w:hanging="709"/>
        <w:jc w:val="both"/>
        <w:rPr>
          <w:rStyle w:val="StylIChar0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CE68E3">
        <w:rPr>
          <w:rFonts w:ascii="Arial" w:hAnsi="Arial" w:cs="Arial"/>
          <w:b/>
          <w:sz w:val="22"/>
          <w:szCs w:val="22"/>
        </w:rPr>
        <w:tab/>
      </w:r>
      <w:r w:rsidR="004D57C0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doporučuje"/>
              <w:listEntry w:val="pověřuje"/>
              <w:listEntry w:val="jmenuje"/>
              <w:listEntry w:val="odvolává"/>
              <w:listEntry w:val="   "/>
            </w:ddList>
          </w:ffData>
        </w:fldChar>
      </w:r>
      <w:r w:rsidR="004D57C0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557A04">
        <w:rPr>
          <w:rFonts w:ascii="Arial" w:hAnsi="Arial" w:cs="Arial"/>
          <w:b/>
          <w:sz w:val="22"/>
          <w:szCs w:val="22"/>
        </w:rPr>
      </w:r>
      <w:r w:rsidR="00557A04">
        <w:rPr>
          <w:rFonts w:ascii="Arial" w:hAnsi="Arial" w:cs="Arial"/>
          <w:b/>
          <w:sz w:val="22"/>
          <w:szCs w:val="22"/>
        </w:rPr>
        <w:fldChar w:fldCharType="separate"/>
      </w:r>
      <w:r w:rsidR="004D57C0">
        <w:rPr>
          <w:rFonts w:ascii="Arial" w:hAnsi="Arial" w:cs="Arial"/>
          <w:b/>
          <w:sz w:val="22"/>
          <w:szCs w:val="22"/>
        </w:rPr>
        <w:fldChar w:fldCharType="end"/>
      </w:r>
      <w:r w:rsidR="00CE68E3">
        <w:rPr>
          <w:rFonts w:ascii="Arial" w:hAnsi="Arial" w:cs="Arial"/>
          <w:sz w:val="22"/>
          <w:szCs w:val="22"/>
        </w:rPr>
        <w:t xml:space="preserve"> </w:t>
      </w:r>
      <w:r w:rsidR="00E92E47" w:rsidRPr="00E92E47">
        <w:rPr>
          <w:rFonts w:ascii="Arial" w:hAnsi="Arial" w:cs="Arial"/>
          <w:noProof/>
          <w:sz w:val="22"/>
        </w:rPr>
        <w:t>ministryni průmyslu a obchodu</w:t>
      </w:r>
    </w:p>
    <w:p w:rsidR="00FC7B03" w:rsidRDefault="00FC7B03" w:rsidP="004A079D">
      <w:pPr>
        <w:pStyle w:val="StylI"/>
        <w:numPr>
          <w:ilvl w:val="0"/>
          <w:numId w:val="0"/>
        </w:numPr>
        <w:ind w:left="993" w:hanging="284"/>
        <w:rPr>
          <w:noProof/>
        </w:rPr>
      </w:pPr>
      <w:r>
        <w:rPr>
          <w:noProof/>
        </w:rPr>
        <w:t>a)</w:t>
      </w:r>
      <w:r w:rsidR="004A079D">
        <w:rPr>
          <w:noProof/>
        </w:rPr>
        <w:tab/>
      </w:r>
      <w:r>
        <w:rPr>
          <w:noProof/>
        </w:rPr>
        <w:t xml:space="preserve">zajistit vyhlašování veřejných soutěží ve výzkumu, </w:t>
      </w:r>
      <w:r w:rsidR="00163208">
        <w:rPr>
          <w:noProof/>
        </w:rPr>
        <w:t>vývoji a inovacích v souladu se </w:t>
      </w:r>
      <w:r>
        <w:rPr>
          <w:noProof/>
        </w:rPr>
        <w:t xml:space="preserve">schváleným materiálem </w:t>
      </w:r>
      <w:r w:rsidRPr="006E0ED6">
        <w:rPr>
          <w:noProof/>
        </w:rPr>
        <w:t>a</w:t>
      </w:r>
      <w:r w:rsidR="00252CF5">
        <w:rPr>
          <w:noProof/>
        </w:rPr>
        <w:t> </w:t>
      </w:r>
      <w:r w:rsidRPr="006E0ED6">
        <w:rPr>
          <w:noProof/>
        </w:rPr>
        <w:t>v</w:t>
      </w:r>
      <w:r w:rsidR="00252CF5">
        <w:rPr>
          <w:noProof/>
        </w:rPr>
        <w:t> </w:t>
      </w:r>
      <w:r w:rsidRPr="006E0ED6">
        <w:rPr>
          <w:noProof/>
        </w:rPr>
        <w:t xml:space="preserve">souladu se schváleným objemem </w:t>
      </w:r>
      <w:r>
        <w:rPr>
          <w:iCs/>
        </w:rPr>
        <w:t>finančních prostředků aloko</w:t>
      </w:r>
      <w:r w:rsidRPr="00C23F79">
        <w:rPr>
          <w:iCs/>
        </w:rPr>
        <w:t xml:space="preserve">vaných v rozpočtu kapitoly </w:t>
      </w:r>
      <w:r w:rsidR="00E92E47">
        <w:rPr>
          <w:iCs/>
        </w:rPr>
        <w:t>Ministerstvo průmyslu a obchodu</w:t>
      </w:r>
      <w:r w:rsidR="005F1D13">
        <w:rPr>
          <w:iCs/>
        </w:rPr>
        <w:t xml:space="preserve"> </w:t>
      </w:r>
      <w:r w:rsidR="00E92E47">
        <w:rPr>
          <w:iCs/>
        </w:rPr>
        <w:t>na P</w:t>
      </w:r>
      <w:r w:rsidRPr="00C23F79">
        <w:rPr>
          <w:iCs/>
        </w:rPr>
        <w:t>rogram</w:t>
      </w:r>
      <w:r w:rsidR="00252CF5">
        <w:rPr>
          <w:noProof/>
        </w:rPr>
        <w:t>,</w:t>
      </w:r>
    </w:p>
    <w:p w:rsidR="00FC7B03" w:rsidRPr="00FC7B03" w:rsidRDefault="00FA586B" w:rsidP="004A079D">
      <w:pPr>
        <w:pStyle w:val="StylI"/>
        <w:numPr>
          <w:ilvl w:val="0"/>
          <w:numId w:val="0"/>
        </w:numPr>
        <w:ind w:left="993" w:hanging="284"/>
        <w:rPr>
          <w:noProof/>
        </w:rPr>
      </w:pPr>
      <w:r>
        <w:rPr>
          <w:noProof/>
        </w:rPr>
        <w:t>b)</w:t>
      </w:r>
      <w:r w:rsidR="004A079D">
        <w:rPr>
          <w:noProof/>
        </w:rPr>
        <w:tab/>
      </w:r>
      <w:r w:rsidR="00FC7B03" w:rsidRPr="00FC7B03">
        <w:rPr>
          <w:noProof/>
        </w:rPr>
        <w:t>předložit Radě pro výzkum, vývoj a inovace do konce roku 202</w:t>
      </w:r>
      <w:r w:rsidR="00FC7B03">
        <w:rPr>
          <w:noProof/>
        </w:rPr>
        <w:t>3</w:t>
      </w:r>
      <w:r w:rsidR="00FC7B03" w:rsidRPr="00FC7B03">
        <w:rPr>
          <w:noProof/>
        </w:rPr>
        <w:t xml:space="preserve"> průběžnou zprávu o </w:t>
      </w:r>
      <w:r w:rsidR="005F1D13">
        <w:rPr>
          <w:noProof/>
        </w:rPr>
        <w:t>realizaci</w:t>
      </w:r>
      <w:r w:rsidR="00FC7B03" w:rsidRPr="00FC7B03">
        <w:rPr>
          <w:noProof/>
        </w:rPr>
        <w:t xml:space="preserve"> </w:t>
      </w:r>
      <w:r w:rsidR="00E92E47">
        <w:rPr>
          <w:noProof/>
        </w:rPr>
        <w:t>P</w:t>
      </w:r>
      <w:r w:rsidR="00FC7B03" w:rsidRPr="00FC7B03">
        <w:rPr>
          <w:noProof/>
        </w:rPr>
        <w:t>rogramu.</w:t>
      </w:r>
    </w:p>
    <w:p w:rsidR="00C21031" w:rsidRPr="004728FB" w:rsidRDefault="00E92E47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listEntry w:val="Provede:"/>
              <w:listEntry w:val="Provedou: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="00557A04">
        <w:rPr>
          <w:rFonts w:ascii="Arial" w:hAnsi="Arial" w:cs="Arial"/>
          <w:b/>
          <w:sz w:val="22"/>
          <w:szCs w:val="22"/>
          <w:u w:val="single"/>
        </w:rPr>
      </w:r>
      <w:r w:rsidR="00557A04">
        <w:rPr>
          <w:rFonts w:ascii="Arial" w:hAnsi="Arial" w:cs="Arial"/>
          <w:b/>
          <w:sz w:val="22"/>
          <w:szCs w:val="22"/>
          <w:u w:val="single"/>
        </w:rPr>
        <w:fldChar w:fldCharType="separate"/>
      </w:r>
      <w:r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:rsidR="00CE68E3" w:rsidRDefault="00FC7B03" w:rsidP="00000B9E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ministryně průmyslu a obchodu</w:t>
      </w:r>
    </w:p>
    <w:p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Default="00CE68E3" w:rsidP="005F003B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FF450E">
        <w:rPr>
          <w:rFonts w:ascii="Arial" w:hAnsi="Arial" w:cs="Arial"/>
          <w:bCs/>
          <w:noProof/>
          <w:sz w:val="22"/>
          <w:szCs w:val="22"/>
        </w:rPr>
        <w:t>Ing. Andrej Babiš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A04" w:rsidRDefault="00557A04">
      <w:r>
        <w:separator/>
      </w:r>
    </w:p>
  </w:endnote>
  <w:endnote w:type="continuationSeparator" w:id="0">
    <w:p w:rsidR="00557A04" w:rsidRDefault="00557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63E" w:rsidRDefault="004A363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63E" w:rsidRDefault="004A363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63E" w:rsidRDefault="004A36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A04" w:rsidRDefault="00557A04">
      <w:r>
        <w:separator/>
      </w:r>
    </w:p>
  </w:footnote>
  <w:footnote w:type="continuationSeparator" w:id="0">
    <w:p w:rsidR="00557A04" w:rsidRDefault="00557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B9E" w:rsidRDefault="00000B9E" w:rsidP="00CE5CDC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:rsidR="00000B9E" w:rsidRDefault="00000B9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B9E" w:rsidRDefault="00000B9E" w:rsidP="00F84FDA">
    <w:pPr>
      <w:pStyle w:val="Zhlav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 w:rsidR="00FC7B03">
      <w:rPr>
        <w:rFonts w:eastAsia="Calibri"/>
        <w:noProof/>
      </w:rPr>
      <w:t>2</w:t>
    </w:r>
    <w:r>
      <w:rPr>
        <w:rFonts w:eastAsia="Calibri"/>
      </w:rPr>
      <w:fldChar w:fldCharType="end"/>
    </w:r>
  </w:p>
  <w:p w:rsidR="00000B9E" w:rsidRDefault="00000B9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63E" w:rsidRDefault="004A363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394D68"/>
    <w:multiLevelType w:val="hybridMultilevel"/>
    <w:tmpl w:val="C8D8C49C"/>
    <w:lvl w:ilvl="0" w:tplc="0405000F">
      <w:start w:val="1"/>
      <w:numFmt w:val="decimal"/>
      <w:pStyle w:val="Nadpis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7"/>
  </w:num>
  <w:num w:numId="14">
    <w:abstractNumId w:val="9"/>
  </w:num>
  <w:num w:numId="15">
    <w:abstractNumId w:val="15"/>
  </w:num>
  <w:num w:numId="16">
    <w:abstractNumId w:val="13"/>
  </w:num>
  <w:num w:numId="1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5"/>
  </w:num>
  <w:num w:numId="23">
    <w:abstractNumId w:val="3"/>
  </w:num>
  <w:num w:numId="24">
    <w:abstractNumId w:val="18"/>
  </w:num>
  <w:num w:numId="25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8"/>
  </w:num>
  <w:num w:numId="2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790" w:hanging="648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A3"/>
    <w:rsid w:val="00000B9E"/>
    <w:rsid w:val="0000160C"/>
    <w:rsid w:val="00003F0B"/>
    <w:rsid w:val="00005ADC"/>
    <w:rsid w:val="00026DCF"/>
    <w:rsid w:val="00030915"/>
    <w:rsid w:val="00051514"/>
    <w:rsid w:val="000533B9"/>
    <w:rsid w:val="00054B6E"/>
    <w:rsid w:val="00060E7C"/>
    <w:rsid w:val="0006714E"/>
    <w:rsid w:val="00070F14"/>
    <w:rsid w:val="000746B8"/>
    <w:rsid w:val="00083346"/>
    <w:rsid w:val="00085A36"/>
    <w:rsid w:val="000924AF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613CB"/>
    <w:rsid w:val="00163208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AA3"/>
    <w:rsid w:val="001D5DBD"/>
    <w:rsid w:val="001E1C64"/>
    <w:rsid w:val="001F72EE"/>
    <w:rsid w:val="00207B29"/>
    <w:rsid w:val="002206B8"/>
    <w:rsid w:val="00227239"/>
    <w:rsid w:val="00244602"/>
    <w:rsid w:val="00246204"/>
    <w:rsid w:val="00250911"/>
    <w:rsid w:val="00252CF5"/>
    <w:rsid w:val="00257447"/>
    <w:rsid w:val="002673F1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70A19"/>
    <w:rsid w:val="00371A37"/>
    <w:rsid w:val="00373AC7"/>
    <w:rsid w:val="00376238"/>
    <w:rsid w:val="00382792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6240"/>
    <w:rsid w:val="004A079D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57A04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1D13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423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2E6B"/>
    <w:rsid w:val="00913303"/>
    <w:rsid w:val="009159DE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6C75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776AA"/>
    <w:rsid w:val="00B81F3C"/>
    <w:rsid w:val="00B90C74"/>
    <w:rsid w:val="00BA3E09"/>
    <w:rsid w:val="00BA6ABD"/>
    <w:rsid w:val="00BB3C30"/>
    <w:rsid w:val="00BB3E1A"/>
    <w:rsid w:val="00BB5FB7"/>
    <w:rsid w:val="00BC2DA5"/>
    <w:rsid w:val="00BE5626"/>
    <w:rsid w:val="00BF2802"/>
    <w:rsid w:val="00BF2B33"/>
    <w:rsid w:val="00BF474B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2E47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586B"/>
    <w:rsid w:val="00FA7118"/>
    <w:rsid w:val="00FA7C45"/>
    <w:rsid w:val="00FB5F2B"/>
    <w:rsid w:val="00FB629C"/>
    <w:rsid w:val="00FB7CA6"/>
    <w:rsid w:val="00FC2309"/>
    <w:rsid w:val="00FC4FDF"/>
    <w:rsid w:val="00FC7B03"/>
    <w:rsid w:val="00FD245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4">
    <w:name w:val="heading 4"/>
    <w:basedOn w:val="Normln"/>
    <w:next w:val="Normln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Nadpis5">
    <w:name w:val="heading 5"/>
    <w:basedOn w:val="Normln"/>
    <w:next w:val="Normln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0">
    <w:name w:val="Styl   1."/>
    <w:basedOn w:val="Normln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kladntext2">
    <w:name w:val="Body Text 2"/>
    <w:basedOn w:val="Normln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F56077"/>
    <w:pPr>
      <w:spacing w:after="120"/>
      <w:ind w:left="283"/>
    </w:pPr>
  </w:style>
  <w:style w:type="paragraph" w:styleId="Zhlav">
    <w:name w:val="header"/>
    <w:basedOn w:val="Normln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Zkladntext">
    <w:name w:val="Body Text"/>
    <w:basedOn w:val="Normln"/>
    <w:rsid w:val="00E46997"/>
    <w:pPr>
      <w:spacing w:after="120"/>
      <w:textAlignment w:val="auto"/>
    </w:pPr>
  </w:style>
  <w:style w:type="paragraph" w:customStyle="1" w:styleId="Styl1">
    <w:name w:val="Styl 1."/>
    <w:basedOn w:val="Odstavecseseznamem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Zpat">
    <w:name w:val="footer"/>
    <w:basedOn w:val="Normln"/>
    <w:rsid w:val="00FF77B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E03E90"/>
    <w:rPr>
      <w:rFonts w:ascii="Tahoma" w:hAnsi="Tahoma" w:cs="Tahoma"/>
      <w:sz w:val="16"/>
      <w:szCs w:val="16"/>
    </w:rPr>
  </w:style>
  <w:style w:type="paragraph" w:styleId="Nzev">
    <w:name w:val="Title"/>
    <w:basedOn w:val="Normln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Zkladntextodsazen2">
    <w:name w:val="Body Text Indent 2"/>
    <w:basedOn w:val="Normln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Nadpis2Char">
    <w:name w:val="Nadpis 2 Char"/>
    <w:link w:val="Nadpis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2673F1"/>
    <w:pPr>
      <w:ind w:left="708"/>
    </w:pPr>
  </w:style>
  <w:style w:type="paragraph" w:customStyle="1" w:styleId="Styla">
    <w:name w:val="Styl a)"/>
    <w:basedOn w:val="Odstavecseseznamem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ln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Odstavecseseznamem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ln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Bezmezer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048FDE9D62A4B13A66CE51263D419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AE3EF-4E08-4A03-A4CC-0E8818561CB0}"/>
      </w:docPartPr>
      <w:docPartBody>
        <w:p w:rsidR="00A43215" w:rsidRDefault="00A43215">
          <w:pPr>
            <w:pStyle w:val="6048FDE9D62A4B13A66CE51263D4196A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215"/>
    <w:rsid w:val="00612AEE"/>
    <w:rsid w:val="00A4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048FDE9D62A4B13A66CE51263D4196A">
    <w:name w:val="6048FDE9D62A4B13A66CE51263D4196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048FDE9D62A4B13A66CE51263D4196A">
    <w:name w:val="6048FDE9D62A4B13A66CE51263D419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P-04 Návrh usnesení.dotm</Template>
  <TotalTime>0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2019-04-16T10:43:00Z</dcterms:created>
  <dcterms:modified xsi:type="dcterms:W3CDTF">2019-04-16T10:43:00Z</dcterms:modified>
</cp:coreProperties>
</file>